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1BE067E7" w14:textId="591C2533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65670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1A74D6E4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D65670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D65670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B2AF2">
              <w:rPr>
                <w:rFonts w:ascii="Corbel" w:hAnsi="Corbel"/>
                <w:b w:val="0"/>
                <w:smallCaps w:val="0"/>
                <w:szCs w:val="24"/>
              </w:rPr>
              <w:t>M.A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F18B2" w14:textId="77777777" w:rsidR="00B514CD" w:rsidRDefault="00B514CD" w:rsidP="00C16ABF">
      <w:pPr>
        <w:spacing w:after="0" w:line="240" w:lineRule="auto"/>
      </w:pPr>
      <w:r>
        <w:separator/>
      </w:r>
    </w:p>
  </w:endnote>
  <w:endnote w:type="continuationSeparator" w:id="0">
    <w:p w14:paraId="5A46B3FC" w14:textId="77777777" w:rsidR="00B514CD" w:rsidRDefault="00B514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5C86F" w14:textId="77777777" w:rsidR="00B514CD" w:rsidRDefault="00B514CD" w:rsidP="00C16ABF">
      <w:pPr>
        <w:spacing w:after="0" w:line="240" w:lineRule="auto"/>
      </w:pPr>
      <w:r>
        <w:separator/>
      </w:r>
    </w:p>
  </w:footnote>
  <w:footnote w:type="continuationSeparator" w:id="0">
    <w:p w14:paraId="28A2E010" w14:textId="77777777" w:rsidR="00B514CD" w:rsidRDefault="00B514CD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3F85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12C7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514CD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65670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AF1017-D753-479D-93E7-99E948C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1061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2020-10-23T12:16:00Z</cp:lastPrinted>
  <dcterms:created xsi:type="dcterms:W3CDTF">2020-12-21T10:14:00Z</dcterms:created>
  <dcterms:modified xsi:type="dcterms:W3CDTF">2022-02-11T11:03:00Z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